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A3" w:rsidRPr="0037698C" w:rsidRDefault="00B060A3" w:rsidP="000C691A">
      <w:pPr>
        <w:rPr>
          <w:b/>
          <w:bCs/>
          <w:i/>
          <w:i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.4pt;margin-top:-43.2pt;width:64.8pt;height:61.95pt;z-index:251658240" o:allowincell="f">
            <v:imagedata r:id="rId4" o:title=""/>
            <w10:wrap type="topAndBottom"/>
          </v:shape>
          <o:OLEObject Type="Embed" ProgID="MSPhotoEd.3" ShapeID="_x0000_s1026" DrawAspect="Content" ObjectID="_1557308460" r:id="rId5"/>
        </w:pict>
      </w:r>
      <w:r>
        <w:rPr>
          <w:b/>
          <w:bCs/>
          <w:i/>
          <w:iCs/>
        </w:rPr>
        <w:t>ΕΛΛΗΝΙΚΗ ΔΗΜΟΚΡΑΤΙΑ</w:t>
      </w:r>
      <w:r>
        <w:tab/>
      </w:r>
      <w:r>
        <w:tab/>
      </w:r>
      <w:r w:rsidRPr="00C92A84">
        <w:t xml:space="preserve">     </w:t>
      </w:r>
      <w:r>
        <w:t xml:space="preserve">       </w:t>
      </w:r>
    </w:p>
    <w:p w:rsidR="00B060A3" w:rsidRPr="0037698C" w:rsidRDefault="00B060A3" w:rsidP="000C691A">
      <w:pPr>
        <w:pStyle w:val="Heading2"/>
        <w:rPr>
          <w:rFonts w:ascii="Times New Roman" w:hAnsi="Times New Roman"/>
          <w:bCs/>
          <w:iCs/>
        </w:rPr>
      </w:pPr>
      <w:bookmarkStart w:id="0" w:name="OLE_LINK3"/>
      <w:r w:rsidRPr="007A3CDD">
        <w:rPr>
          <w:rFonts w:ascii="Times New Roman" w:hAnsi="Times New Roman"/>
          <w:bCs/>
          <w:iCs/>
        </w:rPr>
        <w:t>ΝΟΜΟΣ  ΑΙΤΩΛ/ΝΙΑΣ</w:t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  <w:t xml:space="preserve">        </w:t>
      </w:r>
      <w:r>
        <w:rPr>
          <w:rFonts w:ascii="Times New Roman" w:hAnsi="Times New Roman"/>
          <w:bCs/>
          <w:iCs/>
        </w:rPr>
        <w:t xml:space="preserve">   </w:t>
      </w:r>
      <w:bookmarkEnd w:id="0"/>
    </w:p>
    <w:p w:rsidR="00B060A3" w:rsidRDefault="00B060A3" w:rsidP="000C691A">
      <w:pPr>
        <w:pStyle w:val="Heading2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ΔΗΜΟΣ ΞΗΡΟΜΕΡΟΥ</w:t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</w:t>
      </w:r>
    </w:p>
    <w:p w:rsidR="00B060A3" w:rsidRDefault="00B060A3" w:rsidP="000C691A">
      <w:pPr>
        <w:pStyle w:val="Heading2"/>
        <w:ind w:left="720" w:firstLine="720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                     </w:t>
      </w:r>
    </w:p>
    <w:p w:rsidR="00B060A3" w:rsidRDefault="00B060A3" w:rsidP="000C691A">
      <w:pPr>
        <w:pStyle w:val="Heading5"/>
      </w:pPr>
      <w:r>
        <w:t>Ταχ. Δ/νση</w:t>
      </w:r>
      <w:bookmarkStart w:id="1" w:name="OLE_LINK4"/>
      <w:r>
        <w:t xml:space="preserve">: </w:t>
      </w:r>
      <w:bookmarkEnd w:id="1"/>
      <w:r>
        <w:t xml:space="preserve">Αστακός Αιτωλ/νίας                       </w:t>
      </w:r>
    </w:p>
    <w:p w:rsidR="00B060A3" w:rsidRDefault="00B060A3" w:rsidP="000C691A">
      <w:pPr>
        <w:pStyle w:val="Heading5"/>
      </w:pPr>
      <w:r>
        <w:t>Ταχ. Κώδικας: 30 006</w:t>
      </w:r>
      <w:r>
        <w:tab/>
      </w:r>
      <w:r>
        <w:tab/>
        <w:t xml:space="preserve">               </w:t>
      </w:r>
    </w:p>
    <w:p w:rsidR="00B060A3" w:rsidRDefault="00B060A3" w:rsidP="000C691A">
      <w:pPr>
        <w:pStyle w:val="Heading5"/>
      </w:pPr>
      <w:bookmarkStart w:id="2" w:name="OLE_LINK2"/>
      <w:r w:rsidRPr="0014604F">
        <w:rPr>
          <w:bCs w:val="0"/>
        </w:rPr>
        <w:t xml:space="preserve">Τηλ.: 26463 </w:t>
      </w:r>
      <w:bookmarkEnd w:id="2"/>
      <w:r w:rsidRPr="0014604F">
        <w:rPr>
          <w:bCs w:val="0"/>
        </w:rPr>
        <w:t>60500</w:t>
      </w:r>
      <w:r>
        <w:rPr>
          <w:bCs w:val="0"/>
          <w:lang w:val="en-US"/>
        </w:rPr>
        <w:t>/530</w:t>
      </w:r>
      <w:r>
        <w:t xml:space="preserve">                                           </w:t>
      </w:r>
    </w:p>
    <w:p w:rsidR="00B060A3" w:rsidRPr="00ED13CE" w:rsidRDefault="00B060A3" w:rsidP="000C691A">
      <w:r>
        <w:rPr>
          <w:b/>
          <w:bCs/>
          <w:lang w:val="en-US"/>
        </w:rPr>
        <w:t>FAX</w:t>
      </w:r>
      <w:r w:rsidRPr="00657946">
        <w:rPr>
          <w:b/>
          <w:bCs/>
        </w:rPr>
        <w:t xml:space="preserve">: 26460 </w:t>
      </w:r>
      <w:r>
        <w:rPr>
          <w:b/>
          <w:bCs/>
        </w:rPr>
        <w:t>42531</w:t>
      </w:r>
    </w:p>
    <w:p w:rsidR="00B060A3" w:rsidRPr="00ED13CE" w:rsidRDefault="00B060A3" w:rsidP="00ED13CE"/>
    <w:p w:rsidR="00B060A3" w:rsidRPr="00ED13CE" w:rsidRDefault="00B060A3" w:rsidP="00ED13CE"/>
    <w:p w:rsidR="00B060A3" w:rsidRPr="00ED13CE" w:rsidRDefault="00B060A3" w:rsidP="00ED13CE"/>
    <w:p w:rsidR="00B060A3" w:rsidRPr="00ED13CE" w:rsidRDefault="00B060A3" w:rsidP="00ED13CE"/>
    <w:p w:rsidR="00B060A3" w:rsidRDefault="00B060A3" w:rsidP="00ED13CE"/>
    <w:p w:rsidR="00B060A3" w:rsidRDefault="00B060A3" w:rsidP="00ED13CE">
      <w:pPr>
        <w:jc w:val="center"/>
      </w:pPr>
    </w:p>
    <w:p w:rsidR="00B060A3" w:rsidRDefault="00B060A3" w:rsidP="00ED13CE">
      <w:pPr>
        <w:jc w:val="center"/>
      </w:pPr>
    </w:p>
    <w:p w:rsidR="00B060A3" w:rsidRDefault="00B060A3" w:rsidP="00ED13CE">
      <w:pPr>
        <w:jc w:val="center"/>
      </w:pPr>
    </w:p>
    <w:p w:rsidR="00B060A3" w:rsidRDefault="00B060A3" w:rsidP="00ED13CE">
      <w:pPr>
        <w:jc w:val="center"/>
      </w:pPr>
    </w:p>
    <w:p w:rsidR="00B060A3" w:rsidRDefault="00B060A3" w:rsidP="00ED13CE">
      <w:pPr>
        <w:jc w:val="center"/>
      </w:pPr>
    </w:p>
    <w:p w:rsidR="00B060A3" w:rsidRDefault="00B060A3" w:rsidP="00ED13CE">
      <w:pPr>
        <w:jc w:val="center"/>
      </w:pPr>
    </w:p>
    <w:p w:rsidR="00B060A3" w:rsidRDefault="00B060A3" w:rsidP="00ED13CE">
      <w:pPr>
        <w:jc w:val="center"/>
      </w:pPr>
    </w:p>
    <w:p w:rsidR="00B060A3" w:rsidRDefault="00B060A3" w:rsidP="00ED13CE">
      <w:pPr>
        <w:jc w:val="center"/>
      </w:pPr>
    </w:p>
    <w:p w:rsidR="00B060A3" w:rsidRPr="00BA3AB4" w:rsidRDefault="00B060A3" w:rsidP="00ED13CE">
      <w:pPr>
        <w:jc w:val="center"/>
        <w:rPr>
          <w:b/>
          <w:sz w:val="36"/>
          <w:u w:val="single"/>
        </w:rPr>
      </w:pPr>
      <w:r w:rsidRPr="00BA3AB4">
        <w:rPr>
          <w:b/>
          <w:sz w:val="36"/>
          <w:u w:val="single"/>
        </w:rPr>
        <w:t>«ΠΡΟΜΗΘΕΙΑ ΟΙΚΟΔΟΜΙΚΩΝ ΥΛΙΚΩΝ»</w:t>
      </w:r>
    </w:p>
    <w:p w:rsidR="00B060A3" w:rsidRDefault="00B060A3" w:rsidP="00ED13CE">
      <w:pPr>
        <w:jc w:val="center"/>
      </w:pPr>
    </w:p>
    <w:p w:rsidR="00B060A3" w:rsidRDefault="00B060A3" w:rsidP="004C389D"/>
    <w:p w:rsidR="00B060A3" w:rsidRPr="004C389D" w:rsidRDefault="00B060A3" w:rsidP="00ED13CE">
      <w:pPr>
        <w:jc w:val="center"/>
        <w:rPr>
          <w:sz w:val="32"/>
        </w:rPr>
      </w:pPr>
      <w:r w:rsidRPr="004C389D">
        <w:rPr>
          <w:sz w:val="32"/>
        </w:rPr>
        <w:t>ΑΡΙΘΜ. ΜΕΛΕΤΗΣ: 06/2017</w:t>
      </w:r>
    </w:p>
    <w:sectPr w:rsidR="00B060A3" w:rsidRPr="004C389D" w:rsidSect="00294233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85F"/>
    <w:rsid w:val="000C16DB"/>
    <w:rsid w:val="000C691A"/>
    <w:rsid w:val="0014604F"/>
    <w:rsid w:val="0019085F"/>
    <w:rsid w:val="001F143B"/>
    <w:rsid w:val="00294233"/>
    <w:rsid w:val="00336E45"/>
    <w:rsid w:val="0037698C"/>
    <w:rsid w:val="004C389D"/>
    <w:rsid w:val="005F5371"/>
    <w:rsid w:val="00657946"/>
    <w:rsid w:val="007A3CDD"/>
    <w:rsid w:val="007B4A2B"/>
    <w:rsid w:val="007D11D5"/>
    <w:rsid w:val="00AE3EEC"/>
    <w:rsid w:val="00B060A3"/>
    <w:rsid w:val="00BA3AB4"/>
    <w:rsid w:val="00C14E2B"/>
    <w:rsid w:val="00C92A84"/>
    <w:rsid w:val="00EA0DE7"/>
    <w:rsid w:val="00ED13CE"/>
    <w:rsid w:val="00F2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DE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691A"/>
    <w:pPr>
      <w:keepNext/>
      <w:outlineLvl w:val="1"/>
    </w:pPr>
    <w:rPr>
      <w:rFonts w:ascii="Arial" w:hAnsi="Arial"/>
      <w:b/>
      <w:i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C691A"/>
    <w:pPr>
      <w:keepNext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C691A"/>
    <w:rPr>
      <w:rFonts w:ascii="Arial" w:hAnsi="Arial" w:cs="Times New Roman"/>
      <w:b/>
      <w:i/>
      <w:sz w:val="20"/>
      <w:szCs w:val="20"/>
      <w:lang w:eastAsia="el-GR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C691A"/>
    <w:rPr>
      <w:rFonts w:ascii="Times New Roman" w:hAnsi="Times New Roman" w:cs="Times New Roman"/>
      <w:b/>
      <w:bCs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57</Words>
  <Characters>313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Giorgos</dc:creator>
  <cp:keywords/>
  <dc:description/>
  <cp:lastModifiedBy>USER</cp:lastModifiedBy>
  <cp:revision>13</cp:revision>
  <dcterms:created xsi:type="dcterms:W3CDTF">2017-05-26T08:57:00Z</dcterms:created>
  <dcterms:modified xsi:type="dcterms:W3CDTF">2017-05-26T09:55:00Z</dcterms:modified>
</cp:coreProperties>
</file>